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055C31" w:rsidRDefault="00055C31" w:rsidP="00055C3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autoSpaceDE w:val="0"/>
        <w:autoSpaceDN w:val="0"/>
        <w:adjustRightInd w:val="0"/>
        <w:jc w:val="center"/>
        <w:rPr>
          <w:rFonts w:ascii="Garamond" w:eastAsia="Calibri" w:hAnsi="Garamond" w:cs="Calibri"/>
          <w:b/>
          <w:bCs/>
          <w:kern w:val="2"/>
          <w:lang w:eastAsia="ar-SA"/>
        </w:rPr>
      </w:pPr>
      <w:bookmarkStart w:id="1" w:name="_Hlk33190035"/>
      <w:r>
        <w:rPr>
          <w:rFonts w:ascii="Garamond" w:eastAsia="Calibri" w:hAnsi="Garamond" w:cs="Calibri"/>
          <w:b/>
          <w:bCs/>
          <w:kern w:val="2"/>
          <w:lang w:eastAsia="ar-SA"/>
        </w:rPr>
        <w:t xml:space="preserve">Procedura negoziata per l’affidamento dell’incarico di progettazione definitiva/esecutiva, coordinamento della sicurezza in fase di progettazione e di esecuzione per l’intervento relativo ai </w:t>
      </w:r>
      <w:r>
        <w:rPr>
          <w:rFonts w:ascii="Garamond" w:eastAsia="Calibri" w:hAnsi="Garamond" w:cs="Calibri"/>
          <w:b/>
          <w:bCs/>
          <w:i/>
          <w:kern w:val="2"/>
          <w:lang w:eastAsia="ar-SA"/>
        </w:rPr>
        <w:t>“lavori di ristrutturazione e di adeguamento funzionale / impiantistico”</w:t>
      </w:r>
      <w:r>
        <w:rPr>
          <w:rFonts w:ascii="Garamond" w:eastAsia="Calibri" w:hAnsi="Garamond" w:cs="Calibri"/>
          <w:b/>
          <w:bCs/>
          <w:kern w:val="2"/>
          <w:lang w:eastAsia="ar-SA"/>
        </w:rPr>
        <w:t xml:space="preserve"> c/o il Distretto Sanitario di Ariano Irpino (AV).</w:t>
      </w:r>
    </w:p>
    <w:p w:rsidR="00055C31" w:rsidRDefault="00055C31" w:rsidP="00055C31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/>
        <w:autoSpaceDE w:val="0"/>
        <w:autoSpaceDN w:val="0"/>
        <w:adjustRightInd w:val="0"/>
        <w:jc w:val="center"/>
        <w:rPr>
          <w:rFonts w:ascii="Garamond" w:eastAsia="Calibri" w:hAnsi="Garamond" w:cs="Calibri"/>
          <w:bCs/>
          <w:i/>
          <w:kern w:val="2"/>
          <w:sz w:val="22"/>
          <w:szCs w:val="22"/>
          <w:lang w:eastAsia="ar-SA"/>
        </w:rPr>
      </w:pPr>
      <w:r>
        <w:rPr>
          <w:rFonts w:ascii="Garamond" w:eastAsia="Calibri" w:hAnsi="Garamond" w:cs="Calibri"/>
          <w:bCs/>
          <w:i/>
          <w:kern w:val="2"/>
          <w:lang w:eastAsia="ar-SA"/>
        </w:rPr>
        <w:t xml:space="preserve">DCA 100/2018 - Scheda intervento n. 17 – Lotto 2 (Art. 20 L. 67/’88 - </w:t>
      </w:r>
      <w:proofErr w:type="spellStart"/>
      <w:r>
        <w:rPr>
          <w:rFonts w:ascii="Garamond" w:eastAsia="Calibri" w:hAnsi="Garamond" w:cs="Calibri"/>
          <w:bCs/>
          <w:i/>
          <w:kern w:val="2"/>
          <w:lang w:eastAsia="ar-SA"/>
        </w:rPr>
        <w:t>III</w:t>
      </w:r>
      <w:r>
        <w:rPr>
          <w:rFonts w:ascii="Garamond" w:eastAsia="Calibri" w:hAnsi="Garamond" w:cs="Calibri"/>
          <w:bCs/>
          <w:i/>
          <w:kern w:val="2"/>
          <w:vertAlign w:val="superscript"/>
          <w:lang w:eastAsia="ar-SA"/>
        </w:rPr>
        <w:t>a</w:t>
      </w:r>
      <w:proofErr w:type="spellEnd"/>
      <w:r>
        <w:rPr>
          <w:rFonts w:ascii="Garamond" w:eastAsia="Calibri" w:hAnsi="Garamond" w:cs="Calibri"/>
          <w:bCs/>
          <w:i/>
          <w:kern w:val="2"/>
          <w:lang w:eastAsia="ar-SA"/>
        </w:rPr>
        <w:t xml:space="preserve"> fase - II° stralcio).</w:t>
      </w: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</w:p>
    <w:p w:rsidR="00973437" w:rsidRDefault="00AC0746" w:rsidP="00BE2F57">
      <w:pPr>
        <w:widowControl w:val="0"/>
        <w:autoSpaceDE w:val="0"/>
        <w:autoSpaceDN w:val="0"/>
        <w:adjustRightInd w:val="0"/>
        <w:spacing w:before="60"/>
        <w:rPr>
          <w:rFonts w:cstheme="minorHAnsi"/>
          <w:b/>
          <w:bCs/>
        </w:rPr>
      </w:pPr>
      <w:r w:rsidRPr="0056131F">
        <w:rPr>
          <w:rFonts w:ascii="Garamond" w:hAnsi="Garamond" w:cs="Calibri"/>
          <w:b/>
          <w:bCs/>
        </w:rPr>
        <w:t>CUP: H26G19000160005</w:t>
      </w:r>
      <w:r w:rsidRPr="0056131F">
        <w:rPr>
          <w:rFonts w:ascii="Garamond" w:hAnsi="Garamond" w:cs="Calibri"/>
          <w:b/>
          <w:bCs/>
        </w:rPr>
        <w:tab/>
      </w:r>
      <w:r w:rsidRPr="0056131F">
        <w:rPr>
          <w:rFonts w:ascii="Garamond" w:hAnsi="Garamond" w:cs="Calibri"/>
          <w:b/>
          <w:bCs/>
        </w:rPr>
        <w:tab/>
      </w:r>
      <w:r w:rsidRPr="0056131F">
        <w:rPr>
          <w:rFonts w:ascii="Garamond" w:hAnsi="Garamond" w:cs="Calibri"/>
          <w:b/>
          <w:bCs/>
        </w:rPr>
        <w:tab/>
        <w:t xml:space="preserve">CIG: </w:t>
      </w:r>
      <w:bookmarkEnd w:id="1"/>
      <w:r w:rsidR="00BE2F57">
        <w:rPr>
          <w:rFonts w:cstheme="minorHAnsi"/>
          <w:b/>
          <w:bCs/>
        </w:rPr>
        <w:t>8875570850</w:t>
      </w:r>
    </w:p>
    <w:p w:rsidR="00BE2F57" w:rsidRPr="005E401C" w:rsidRDefault="00BE2F57" w:rsidP="00BE2F57">
      <w:pPr>
        <w:widowControl w:val="0"/>
        <w:autoSpaceDE w:val="0"/>
        <w:autoSpaceDN w:val="0"/>
        <w:adjustRightInd w:val="0"/>
        <w:spacing w:before="60"/>
        <w:rPr>
          <w:rFonts w:eastAsia="Calibri"/>
          <w:b/>
          <w:smallCaps/>
          <w:sz w:val="28"/>
        </w:rPr>
      </w:pPr>
      <w:bookmarkStart w:id="2" w:name="_GoBack"/>
      <w:bookmarkEnd w:id="2"/>
    </w:p>
    <w:p w:rsidR="00AC0746" w:rsidRDefault="00AC0746" w:rsidP="003A3060">
      <w:pPr>
        <w:pStyle w:val="Intestazione"/>
        <w:jc w:val="center"/>
        <w:rPr>
          <w:rFonts w:ascii="Garamond" w:hAnsi="Garamond" w:cs="Arial"/>
          <w:b/>
          <w:smallCaps/>
          <w:szCs w:val="24"/>
        </w:rPr>
      </w:pPr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67640929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76409291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207595861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07595861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821735693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1821735693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588213072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588213072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663451456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63451456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686256149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686256149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600547765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00547765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868367964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68367964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277552366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77552366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520851465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1520851465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361847250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61847250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433239125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33239125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337358122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37358122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895499535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95499535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555589896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55589896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489050998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89050998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167355395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67355395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222933233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22933233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601179457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01179457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3494813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3494813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7126996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1269968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64660117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46601173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r w:rsidR="00F51D31" w:rsidRPr="002E4B43">
        <w:rPr>
          <w:rFonts w:ascii="Garamond" w:hAnsi="Garamond"/>
          <w:sz w:val="22"/>
          <w:szCs w:val="22"/>
        </w:rPr>
        <w:t>D.Lgs.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552441035" w:edGrp="everyone"/>
      <w:permStart w:id="1010182271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52441035"/>
      <w:permEnd w:id="1010182271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424438167" w:edGrp="everyone" w:colFirst="0" w:colLast="0"/>
            <w:permStart w:id="1828941216" w:edGrp="everyone" w:colFirst="1" w:colLast="1"/>
            <w:permStart w:id="2013227961" w:edGrp="everyone" w:colFirst="2" w:colLast="2"/>
            <w:permStart w:id="50548400" w:edGrp="everyone" w:colFirst="3" w:colLast="3"/>
            <w:permStart w:id="1401370172" w:edGrp="everyone" w:colFirst="4" w:colLast="4"/>
            <w:permStart w:id="1879384869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862160938" w:edGrp="everyone" w:colFirst="0" w:colLast="0"/>
            <w:permStart w:id="1972658592" w:edGrp="everyone" w:colFirst="1" w:colLast="1"/>
            <w:permStart w:id="379550501" w:edGrp="everyone" w:colFirst="2" w:colLast="2"/>
            <w:permStart w:id="500596137" w:edGrp="everyone" w:colFirst="3" w:colLast="3"/>
            <w:permStart w:id="13853925" w:edGrp="everyone" w:colFirst="4" w:colLast="4"/>
            <w:permStart w:id="24723373" w:edGrp="everyone" w:colFirst="5" w:colLast="5"/>
            <w:permEnd w:id="1424438167"/>
            <w:permEnd w:id="1828941216"/>
            <w:permEnd w:id="2013227961"/>
            <w:permEnd w:id="50548400"/>
            <w:permEnd w:id="1401370172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879384869"/>
      <w:permEnd w:id="1862160938"/>
      <w:permEnd w:id="1972658592"/>
      <w:permEnd w:id="379550501"/>
      <w:permEnd w:id="500596137"/>
      <w:permEnd w:id="13853925"/>
      <w:permEnd w:id="24723373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717371573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717371573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42282422" w:edGrp="everyone" w:colFirst="0" w:colLast="0"/>
            <w:permStart w:id="253758744" w:edGrp="everyone" w:colFirst="1" w:colLast="1"/>
            <w:permStart w:id="743533255" w:edGrp="everyone" w:colFirst="2" w:colLast="2"/>
            <w:permStart w:id="277105715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39097127" w:edGrp="everyone" w:colFirst="0" w:colLast="0"/>
            <w:permStart w:id="490168153" w:edGrp="everyone" w:colFirst="1" w:colLast="1"/>
            <w:permStart w:id="406876544" w:edGrp="everyone" w:colFirst="2" w:colLast="2"/>
            <w:permStart w:id="1061190695" w:edGrp="everyone" w:colFirst="3" w:colLast="3"/>
            <w:permEnd w:id="142282422"/>
            <w:permEnd w:id="253758744"/>
            <w:permEnd w:id="743533255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277105715"/>
      <w:permEnd w:id="239097127"/>
      <w:permEnd w:id="490168153"/>
      <w:permEnd w:id="406876544"/>
      <w:permEnd w:id="1061190695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502615112" w:edGrp="everyone"/>
      <w:permStart w:id="385122029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02615112"/>
      <w:permEnd w:id="385122029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2125280632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125280632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38427571" w:edGrp="everyone" w:colFirst="0" w:colLast="0"/>
            <w:permStart w:id="482768991" w:edGrp="everyone" w:colFirst="1" w:colLast="1"/>
            <w:permStart w:id="391714520" w:edGrp="everyone" w:colFirst="2" w:colLast="2"/>
            <w:permStart w:id="1982098368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27345209" w:edGrp="everyone" w:colFirst="0" w:colLast="0"/>
            <w:permStart w:id="1271426273" w:edGrp="everyone" w:colFirst="1" w:colLast="1"/>
            <w:permStart w:id="515667546" w:edGrp="everyone" w:colFirst="2" w:colLast="2"/>
            <w:permStart w:id="919091531" w:edGrp="everyone" w:colFirst="3" w:colLast="3"/>
            <w:permEnd w:id="1138427571"/>
            <w:permEnd w:id="482768991"/>
            <w:permEnd w:id="391714520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982098368"/>
      <w:permEnd w:id="1027345209"/>
      <w:permEnd w:id="1271426273"/>
      <w:permEnd w:id="515667546"/>
      <w:permEnd w:id="919091531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503532222" w:edGrp="everyone"/>
      <w:permStart w:id="1713704329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503532222"/>
      <w:permEnd w:id="1713704329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2058967305" w:edGrp="everyone"/>
      <w:permStart w:id="716075316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2058967305"/>
      <w:permEnd w:id="716075316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21773177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17731770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r w:rsidR="00CF6299" w:rsidRPr="007B4FE8">
        <w:rPr>
          <w:rFonts w:ascii="Garamond" w:hAnsi="Garamond" w:cs="Calibri"/>
          <w:sz w:val="22"/>
          <w:szCs w:val="22"/>
        </w:rPr>
        <w:t>D.Lgs.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2012627101" w:edGrp="everyone"/>
      <w:permStart w:id="2010347110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2012627101"/>
      <w:r w:rsidR="004F0FE8">
        <w:rPr>
          <w:rFonts w:ascii="Garamond" w:hAnsi="Garamond"/>
          <w:sz w:val="22"/>
          <w:szCs w:val="22"/>
        </w:rPr>
        <w:t>;</w:t>
      </w:r>
      <w:permEnd w:id="2010347110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51938026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19380263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930123616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930123616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383070318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383070318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67136111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71361113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581147952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581147952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115367938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115367938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066542627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1066542627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AA" w:rsidRDefault="00CD6BAA">
      <w:r>
        <w:separator/>
      </w:r>
    </w:p>
  </w:endnote>
  <w:endnote w:type="continuationSeparator" w:id="0">
    <w:p w:rsidR="00CD6BAA" w:rsidRDefault="00CD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BE2F57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BE2F57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5365DF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5365DF">
            <w:rPr>
              <w:noProof/>
              <w:sz w:val="16"/>
              <w:szCs w:val="20"/>
            </w:rPr>
            <w:t>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AA" w:rsidRDefault="00CD6BAA">
      <w:r>
        <w:separator/>
      </w:r>
    </w:p>
  </w:footnote>
  <w:footnote w:type="continuationSeparator" w:id="0">
    <w:p w:rsidR="00CD6BAA" w:rsidRDefault="00CD6BAA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E2F5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E2F57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5C31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32B78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57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6BAA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56D1238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E9CF4-DFD1-4752-B111-9F45BFAA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7</TotalTime>
  <Pages>4</Pages>
  <Words>1454</Words>
  <Characters>8210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12</cp:revision>
  <cp:lastPrinted>2017-07-26T12:31:00Z</cp:lastPrinted>
  <dcterms:created xsi:type="dcterms:W3CDTF">2021-02-26T08:04:00Z</dcterms:created>
  <dcterms:modified xsi:type="dcterms:W3CDTF">2021-08-18T11:20:00Z</dcterms:modified>
</cp:coreProperties>
</file>